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14E1" w:rsidRPr="004E14E1" w:rsidRDefault="004E14E1" w:rsidP="004E14E1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   </w:t>
      </w:r>
    </w:p>
    <w:p w:rsidR="004E14E1" w:rsidRDefault="004E14E1" w:rsidP="004E14E1">
      <w:pPr>
        <w:jc w:val="center"/>
        <w:rPr>
          <w:b/>
          <w:bCs/>
        </w:rPr>
      </w:pPr>
    </w:p>
    <w:p w:rsidR="00B41319" w:rsidRDefault="00B41319" w:rsidP="004E14E1">
      <w:pPr>
        <w:jc w:val="center"/>
      </w:pPr>
      <w:r>
        <w:rPr>
          <w:b/>
          <w:bCs/>
        </w:rPr>
        <w:t>AKT</w:t>
      </w:r>
      <w:r w:rsidR="000F5A28">
        <w:t xml:space="preserve"> </w:t>
      </w:r>
      <w:r w:rsidR="004E14E1">
        <w:rPr>
          <w:b/>
          <w:bCs/>
        </w:rPr>
        <w:t>ÜÜRIPINNA</w:t>
      </w:r>
    </w:p>
    <w:p w:rsidR="00B41319" w:rsidRDefault="004E14E1" w:rsidP="004E14E1">
      <w:pPr>
        <w:jc w:val="center"/>
      </w:pPr>
      <w:r>
        <w:rPr>
          <w:b/>
          <w:bCs/>
        </w:rPr>
        <w:t>ÜLEANDMISE-</w:t>
      </w:r>
      <w:r w:rsidR="00B41319">
        <w:rPr>
          <w:b/>
          <w:bCs/>
        </w:rPr>
        <w:t>VASTUVÕTMISE KOHTA</w:t>
      </w:r>
    </w:p>
    <w:p w:rsidR="00B41319" w:rsidRDefault="00BA5211">
      <w:pPr>
        <w:spacing w:before="100" w:beforeAutospacing="1" w:after="100" w:afterAutospacing="1"/>
      </w:pPr>
      <w:r>
        <w:t>29.03.</w:t>
      </w:r>
      <w:r w:rsidR="00040D36">
        <w:t>20</w:t>
      </w:r>
      <w:r>
        <w:t>19</w:t>
      </w:r>
      <w:r w:rsidR="00B41319">
        <w:t>.a</w:t>
      </w:r>
    </w:p>
    <w:p w:rsidR="00674BA1" w:rsidRDefault="00156DFB" w:rsidP="00674BA1">
      <w:r w:rsidRPr="00156DFB">
        <w:rPr>
          <w:b/>
        </w:rPr>
        <w:t>Politsei- ja Piirivalveamet</w:t>
      </w:r>
      <w:r w:rsidR="00171ADC">
        <w:t xml:space="preserve"> </w:t>
      </w:r>
      <w:r w:rsidR="00B41319">
        <w:t>(</w:t>
      </w:r>
      <w:r w:rsidR="00B41319" w:rsidRPr="00171ADC">
        <w:rPr>
          <w:i/>
        </w:rPr>
        <w:t xml:space="preserve">edaspidi nimetatud </w:t>
      </w:r>
      <w:r w:rsidR="00040D36" w:rsidRPr="00142454">
        <w:rPr>
          <w:b/>
          <w:i/>
        </w:rPr>
        <w:t>Ü</w:t>
      </w:r>
      <w:r w:rsidR="006B6FDB">
        <w:rPr>
          <w:b/>
          <w:i/>
        </w:rPr>
        <w:t>ü</w:t>
      </w:r>
      <w:r w:rsidR="00040D36" w:rsidRPr="00142454">
        <w:rPr>
          <w:b/>
          <w:i/>
        </w:rPr>
        <w:t xml:space="preserve">rniku </w:t>
      </w:r>
      <w:r w:rsidR="00B41319" w:rsidRPr="00142454">
        <w:rPr>
          <w:b/>
          <w:i/>
        </w:rPr>
        <w:t>Üleandja</w:t>
      </w:r>
      <w:r w:rsidR="001A3650">
        <w:t>)  esindaja</w:t>
      </w:r>
      <w:r w:rsidR="00B94738">
        <w:t xml:space="preserve"> </w:t>
      </w:r>
      <w:r w:rsidR="00B94738" w:rsidRPr="00142454">
        <w:rPr>
          <w:b/>
          <w:i/>
        </w:rPr>
        <w:t>Raimo Kessel</w:t>
      </w:r>
      <w:r w:rsidR="00674BA1">
        <w:t>,</w:t>
      </w:r>
      <w:r w:rsidR="001A3650">
        <w:t xml:space="preserve"> kes tegutseb </w:t>
      </w:r>
      <w:r w:rsidR="000B4C68">
        <w:t>volikirja</w:t>
      </w:r>
      <w:r w:rsidR="00B94738">
        <w:t xml:space="preserve"> </w:t>
      </w:r>
      <w:r w:rsidR="001A3650">
        <w:t>alusel,</w:t>
      </w:r>
    </w:p>
    <w:p w:rsidR="00674BA1" w:rsidRDefault="00B41319" w:rsidP="00674BA1">
      <w:r>
        <w:t xml:space="preserve"> ja</w:t>
      </w:r>
      <w:r w:rsidR="00171ADC">
        <w:t xml:space="preserve"> </w:t>
      </w:r>
    </w:p>
    <w:p w:rsidR="00B41319" w:rsidRDefault="00BA5211" w:rsidP="00674BA1">
      <w:r>
        <w:rPr>
          <w:b/>
        </w:rPr>
        <w:t>R</w:t>
      </w:r>
      <w:r w:rsidR="006B6FDB">
        <w:rPr>
          <w:b/>
        </w:rPr>
        <w:t>iigi Kinnisvara AS</w:t>
      </w:r>
      <w:r w:rsidR="00B41319">
        <w:t xml:space="preserve"> (</w:t>
      </w:r>
      <w:r w:rsidR="00B41319" w:rsidRPr="00171ADC">
        <w:rPr>
          <w:i/>
        </w:rPr>
        <w:t xml:space="preserve">edaspidi nimetatud </w:t>
      </w:r>
      <w:r w:rsidR="00040D36" w:rsidRPr="00142454">
        <w:rPr>
          <w:b/>
          <w:i/>
        </w:rPr>
        <w:t xml:space="preserve">Üürileandja </w:t>
      </w:r>
      <w:r w:rsidR="00B41319" w:rsidRPr="00142454">
        <w:rPr>
          <w:b/>
          <w:i/>
        </w:rPr>
        <w:t>Vastuvõtja</w:t>
      </w:r>
      <w:r w:rsidR="00B41319">
        <w:t xml:space="preserve">) esindaja </w:t>
      </w:r>
      <w:r w:rsidRPr="00A10CBE">
        <w:rPr>
          <w:b/>
          <w:i/>
        </w:rPr>
        <w:t xml:space="preserve">Erich </w:t>
      </w:r>
      <w:r w:rsidR="00D26F5F" w:rsidRPr="00A10CBE">
        <w:rPr>
          <w:b/>
          <w:i/>
        </w:rPr>
        <w:t>Tohvre</w:t>
      </w:r>
      <w:r w:rsidR="00171ADC">
        <w:t>,</w:t>
      </w:r>
      <w:r w:rsidR="00513F31">
        <w:t xml:space="preserve"> kes tegutseb põh</w:t>
      </w:r>
      <w:r w:rsidR="00674BA1">
        <w:t>ikirja</w:t>
      </w:r>
      <w:r w:rsidR="00752162">
        <w:t xml:space="preserve"> </w:t>
      </w:r>
      <w:r w:rsidR="001A3650">
        <w:t>alusel,</w:t>
      </w:r>
      <w:r w:rsidR="00B41319">
        <w:t xml:space="preserve"> leppisid kokku alljärgnevas:</w:t>
      </w:r>
    </w:p>
    <w:p w:rsidR="00B41319" w:rsidRDefault="00B41319">
      <w:r>
        <w:t> </w:t>
      </w:r>
    </w:p>
    <w:p w:rsidR="00B41319" w:rsidRDefault="00B41319">
      <w:r>
        <w:t> </w:t>
      </w:r>
    </w:p>
    <w:p w:rsidR="00B41319" w:rsidRDefault="00B41319" w:rsidP="001A3650">
      <w:pPr>
        <w:jc w:val="both"/>
      </w:pPr>
      <w:r w:rsidRPr="001A3650">
        <w:rPr>
          <w:b/>
        </w:rPr>
        <w:t>1</w:t>
      </w:r>
      <w:r w:rsidR="001A3650" w:rsidRPr="001A3650">
        <w:rPr>
          <w:b/>
        </w:rPr>
        <w:t>.</w:t>
      </w:r>
      <w:r w:rsidR="001A3650">
        <w:t xml:space="preserve"> </w:t>
      </w:r>
      <w:r>
        <w:t xml:space="preserve">Üleandja annab Vastuvõtjale üle </w:t>
      </w:r>
      <w:r w:rsidR="001A3650">
        <w:t xml:space="preserve">vastavalt </w:t>
      </w:r>
      <w:r w:rsidR="001A3650" w:rsidRPr="00A10CBE">
        <w:rPr>
          <w:b/>
          <w:i/>
        </w:rPr>
        <w:t>üürilepingu nr</w:t>
      </w:r>
      <w:r w:rsidR="00040D36" w:rsidRPr="00A10CBE">
        <w:rPr>
          <w:b/>
          <w:i/>
        </w:rPr>
        <w:t xml:space="preserve"> Ü3947/12 lõpetamise</w:t>
      </w:r>
      <w:r w:rsidR="00513F31" w:rsidRPr="00A10CBE">
        <w:rPr>
          <w:b/>
          <w:i/>
        </w:rPr>
        <w:t xml:space="preserve"> </w:t>
      </w:r>
      <w:proofErr w:type="spellStart"/>
      <w:r w:rsidR="00513F31" w:rsidRPr="00A10CBE">
        <w:rPr>
          <w:b/>
          <w:i/>
        </w:rPr>
        <w:t>kokkulepe</w:t>
      </w:r>
      <w:r w:rsidR="00D6524D" w:rsidRPr="00A10CBE">
        <w:rPr>
          <w:b/>
          <w:i/>
        </w:rPr>
        <w:t>l</w:t>
      </w:r>
      <w:proofErr w:type="spellEnd"/>
      <w:r w:rsidR="00040D36" w:rsidRPr="00A10CBE">
        <w:rPr>
          <w:b/>
          <w:i/>
        </w:rPr>
        <w:t xml:space="preserve"> aadressil Johann </w:t>
      </w:r>
      <w:proofErr w:type="spellStart"/>
      <w:r w:rsidR="00040D36" w:rsidRPr="00A10CBE">
        <w:rPr>
          <w:b/>
          <w:i/>
        </w:rPr>
        <w:t>Köleri</w:t>
      </w:r>
      <w:proofErr w:type="spellEnd"/>
      <w:r w:rsidR="00040D36" w:rsidRPr="00A10CBE">
        <w:rPr>
          <w:b/>
          <w:i/>
        </w:rPr>
        <w:t xml:space="preserve"> tn 5, Suure-Jaani</w:t>
      </w:r>
      <w:r w:rsidR="00513F31" w:rsidRPr="00A10CBE">
        <w:rPr>
          <w:b/>
          <w:i/>
        </w:rPr>
        <w:t xml:space="preserve">, </w:t>
      </w:r>
      <w:r w:rsidR="00040D36" w:rsidRPr="00A10CBE">
        <w:rPr>
          <w:b/>
          <w:i/>
        </w:rPr>
        <w:t>Põhja-Sakala vallas,</w:t>
      </w:r>
      <w:r w:rsidR="00142454" w:rsidRPr="00A10CBE">
        <w:rPr>
          <w:b/>
          <w:i/>
        </w:rPr>
        <w:t xml:space="preserve"> </w:t>
      </w:r>
      <w:r w:rsidR="00513F31" w:rsidRPr="00A10CBE">
        <w:rPr>
          <w:b/>
          <w:i/>
        </w:rPr>
        <w:t>Viljandimaa</w:t>
      </w:r>
      <w:r w:rsidRPr="00A10CBE">
        <w:rPr>
          <w:b/>
          <w:i/>
        </w:rPr>
        <w:t xml:space="preserve"> </w:t>
      </w:r>
      <w:r w:rsidR="00040D36" w:rsidRPr="00A10CBE">
        <w:rPr>
          <w:b/>
          <w:i/>
        </w:rPr>
        <w:t>asuva</w:t>
      </w:r>
      <w:r w:rsidR="00142454" w:rsidRPr="00A10CBE">
        <w:rPr>
          <w:b/>
          <w:i/>
        </w:rPr>
        <w:t xml:space="preserve"> </w:t>
      </w:r>
      <w:r w:rsidR="001A3650" w:rsidRPr="00A10CBE">
        <w:rPr>
          <w:b/>
          <w:i/>
        </w:rPr>
        <w:t>üüripinna</w:t>
      </w:r>
      <w:r w:rsidR="009C3244">
        <w:t>.</w:t>
      </w:r>
    </w:p>
    <w:p w:rsidR="00B41319" w:rsidRDefault="00B41319"/>
    <w:p w:rsidR="00B41319" w:rsidRDefault="00B41319" w:rsidP="00752162">
      <w:pPr>
        <w:spacing w:before="100" w:beforeAutospacing="1" w:after="100" w:afterAutospacing="1"/>
        <w:jc w:val="both"/>
        <w:rPr>
          <w:color w:val="000000"/>
        </w:rPr>
      </w:pPr>
      <w:r w:rsidRPr="001A3650">
        <w:rPr>
          <w:b/>
          <w:szCs w:val="20"/>
        </w:rPr>
        <w:t>2.</w:t>
      </w:r>
      <w:r>
        <w:rPr>
          <w:szCs w:val="20"/>
        </w:rPr>
        <w:t xml:space="preserve"> </w:t>
      </w:r>
      <w:r w:rsidR="00752162">
        <w:t>Üüripinna</w:t>
      </w:r>
      <w:r w:rsidR="002D3617">
        <w:t xml:space="preserve"> </w:t>
      </w:r>
      <w:r>
        <w:t>tehniline seisund üleandmisel</w:t>
      </w:r>
      <w:r w:rsidR="00171ADC">
        <w:t>-</w:t>
      </w:r>
      <w:r>
        <w:t>vastuvõtmisel</w:t>
      </w:r>
      <w:r w:rsidR="00171ADC">
        <w:t xml:space="preserve"> </w:t>
      </w:r>
      <w:r w:rsidR="00752162">
        <w:t>ning vastuvõtja kinnitus üüripinna</w:t>
      </w:r>
      <w:r w:rsidR="00171ADC">
        <w:t xml:space="preserve"> seisundi vastavuse kohta</w:t>
      </w:r>
      <w:r w:rsidR="003F60EA">
        <w:t>.</w:t>
      </w:r>
    </w:p>
    <w:p w:rsidR="00171ADC" w:rsidRPr="00A10CBE" w:rsidRDefault="003F60EA">
      <w:pPr>
        <w:spacing w:before="100" w:beforeAutospacing="1" w:after="100" w:afterAutospacing="1"/>
        <w:rPr>
          <w:b/>
          <w:i/>
          <w:szCs w:val="20"/>
        </w:rPr>
      </w:pPr>
      <w:r w:rsidRPr="00A10CBE">
        <w:rPr>
          <w:b/>
          <w:i/>
          <w:szCs w:val="20"/>
        </w:rPr>
        <w:t>Ü</w:t>
      </w:r>
      <w:r w:rsidR="00CA5638" w:rsidRPr="00A10CBE">
        <w:rPr>
          <w:b/>
          <w:i/>
          <w:szCs w:val="20"/>
        </w:rPr>
        <w:t>üripind on heas seisukorras</w:t>
      </w:r>
    </w:p>
    <w:p w:rsidR="00171ADC" w:rsidRDefault="00D6524D">
      <w:pPr>
        <w:spacing w:before="100" w:beforeAutospacing="1" w:after="100" w:afterAutospacing="1"/>
      </w:pPr>
      <w:r>
        <w:rPr>
          <w:b/>
        </w:rPr>
        <w:t>3</w:t>
      </w:r>
      <w:r w:rsidR="00171ADC" w:rsidRPr="001A3650">
        <w:rPr>
          <w:b/>
        </w:rPr>
        <w:t>.</w:t>
      </w:r>
      <w:r w:rsidR="00752162">
        <w:t xml:space="preserve"> Üüripinna</w:t>
      </w:r>
      <w:r w:rsidR="00CA5638">
        <w:t xml:space="preserve"> kasutamiseks vajalikud </w:t>
      </w:r>
      <w:proofErr w:type="spellStart"/>
      <w:r w:rsidR="00CA5638">
        <w:t>kabinetide</w:t>
      </w:r>
      <w:proofErr w:type="spellEnd"/>
      <w:r w:rsidR="00CA5638">
        <w:t xml:space="preserve"> võtmed</w:t>
      </w:r>
      <w:r w:rsidR="00171ADC">
        <w:t>:</w:t>
      </w:r>
    </w:p>
    <w:p w:rsidR="00171ADC" w:rsidRPr="00A10CBE" w:rsidRDefault="00CA5638" w:rsidP="000F5A28">
      <w:pPr>
        <w:spacing w:before="100" w:beforeAutospacing="1" w:after="100" w:afterAutospacing="1"/>
        <w:rPr>
          <w:b/>
          <w:i/>
        </w:rPr>
      </w:pPr>
      <w:r w:rsidRPr="00A10CBE">
        <w:rPr>
          <w:b/>
          <w:i/>
        </w:rPr>
        <w:t>Võtmed</w:t>
      </w:r>
      <w:r w:rsidR="00255CC4" w:rsidRPr="00A10CBE">
        <w:rPr>
          <w:b/>
          <w:i/>
        </w:rPr>
        <w:t xml:space="preserve"> on </w:t>
      </w:r>
      <w:r w:rsidR="00142454" w:rsidRPr="00A10CBE">
        <w:rPr>
          <w:b/>
          <w:i/>
        </w:rPr>
        <w:t>üle antud 29.03.2019</w:t>
      </w:r>
    </w:p>
    <w:p w:rsidR="00171ADC" w:rsidRDefault="00171ADC" w:rsidP="00171ADC">
      <w:pPr>
        <w:jc w:val="both"/>
      </w:pPr>
    </w:p>
    <w:p w:rsidR="00A46C34" w:rsidRDefault="00D6524D" w:rsidP="00A46C34">
      <w:pPr>
        <w:jc w:val="both"/>
      </w:pPr>
      <w:r>
        <w:rPr>
          <w:b/>
        </w:rPr>
        <w:t>4</w:t>
      </w:r>
      <w:r w:rsidR="00171ADC" w:rsidRPr="001A3650">
        <w:rPr>
          <w:b/>
        </w:rPr>
        <w:t>.</w:t>
      </w:r>
      <w:r w:rsidR="00171ADC">
        <w:t xml:space="preserve"> </w:t>
      </w:r>
      <w:r w:rsidR="00752162">
        <w:t>M</w:t>
      </w:r>
      <w:r w:rsidR="00A46C34" w:rsidRPr="00420257">
        <w:t>ärkused puuduste kohta ja kokkulepe puuduste likvideerimise aja osas</w:t>
      </w:r>
      <w:r w:rsidR="00A46C34">
        <w:t>:</w:t>
      </w:r>
    </w:p>
    <w:p w:rsidR="006A4CD8" w:rsidRDefault="006A4CD8" w:rsidP="00A46C34">
      <w:pPr>
        <w:jc w:val="both"/>
      </w:pPr>
    </w:p>
    <w:p w:rsidR="00A46C34" w:rsidRPr="00A10CBE" w:rsidRDefault="000F5A28" w:rsidP="00A46C34">
      <w:pPr>
        <w:jc w:val="both"/>
        <w:rPr>
          <w:b/>
          <w:i/>
        </w:rPr>
      </w:pPr>
      <w:r w:rsidRPr="00A10CBE">
        <w:rPr>
          <w:b/>
          <w:i/>
        </w:rPr>
        <w:t>Puudusi ei ole, antud vast</w:t>
      </w:r>
      <w:r w:rsidR="00D6524D" w:rsidRPr="00A10CBE">
        <w:rPr>
          <w:b/>
          <w:i/>
        </w:rPr>
        <w:t>u</w:t>
      </w:r>
      <w:r w:rsidRPr="00A10CBE">
        <w:rPr>
          <w:b/>
          <w:i/>
        </w:rPr>
        <w:t xml:space="preserve">võtjale üle </w:t>
      </w:r>
      <w:r w:rsidR="00142454" w:rsidRPr="00A10CBE">
        <w:rPr>
          <w:b/>
          <w:i/>
        </w:rPr>
        <w:t xml:space="preserve">üürniku vana </w:t>
      </w:r>
      <w:r w:rsidR="009C3244">
        <w:rPr>
          <w:b/>
          <w:i/>
        </w:rPr>
        <w:t xml:space="preserve">mitte kasutamist vajav </w:t>
      </w:r>
      <w:r w:rsidR="00142454" w:rsidRPr="00A10CBE">
        <w:rPr>
          <w:b/>
          <w:i/>
        </w:rPr>
        <w:t>mööbel</w:t>
      </w:r>
      <w:r w:rsidR="006A4CD8" w:rsidRPr="00A10CBE">
        <w:rPr>
          <w:b/>
          <w:i/>
        </w:rPr>
        <w:t>.</w:t>
      </w:r>
    </w:p>
    <w:p w:rsidR="00B41319" w:rsidRDefault="00D6524D" w:rsidP="001A3650">
      <w:pPr>
        <w:spacing w:before="100" w:beforeAutospacing="1" w:after="100" w:afterAutospacing="1"/>
        <w:jc w:val="both"/>
      </w:pPr>
      <w:r>
        <w:rPr>
          <w:b/>
        </w:rPr>
        <w:t>5</w:t>
      </w:r>
      <w:r w:rsidR="00171ADC" w:rsidRPr="001A3650">
        <w:rPr>
          <w:b/>
        </w:rPr>
        <w:t>.</w:t>
      </w:r>
      <w:r w:rsidR="00171ADC">
        <w:t xml:space="preserve"> </w:t>
      </w:r>
      <w:r w:rsidR="00B41319">
        <w:t xml:space="preserve">Käesolev akt on koostatud </w:t>
      </w:r>
      <w:r w:rsidR="006B6FDB">
        <w:t>1</w:t>
      </w:r>
      <w:r w:rsidR="001A3650">
        <w:t xml:space="preserve"> lehel ja </w:t>
      </w:r>
      <w:r w:rsidR="000F5A28">
        <w:t>allkirjastatu</w:t>
      </w:r>
      <w:r w:rsidR="00142454">
        <w:t>d</w:t>
      </w:r>
      <w:r w:rsidR="006B6FDB">
        <w:t xml:space="preserve"> digitaalselt</w:t>
      </w:r>
      <w:bookmarkStart w:id="0" w:name="_GoBack"/>
      <w:bookmarkEnd w:id="0"/>
      <w:r w:rsidR="006A4CD8">
        <w:t xml:space="preserve"> ning</w:t>
      </w:r>
      <w:r w:rsidR="00B41319">
        <w:t xml:space="preserve"> millest </w:t>
      </w:r>
      <w:r w:rsidR="006A4CD8">
        <w:t>kummalegi Poolele jääb 1</w:t>
      </w:r>
      <w:r w:rsidR="00B41319">
        <w:t xml:space="preserve"> </w:t>
      </w:r>
      <w:r w:rsidR="000F5A28">
        <w:t>eksemplar</w:t>
      </w:r>
      <w:r w:rsidR="00752162">
        <w:t>.</w:t>
      </w:r>
    </w:p>
    <w:p w:rsidR="00A46C34" w:rsidRDefault="00A46C34" w:rsidP="00A46C34">
      <w:pPr>
        <w:jc w:val="both"/>
      </w:pPr>
    </w:p>
    <w:p w:rsidR="00A46C34" w:rsidRDefault="00A46C34">
      <w:pPr>
        <w:spacing w:before="100" w:beforeAutospacing="1" w:after="100" w:afterAutospacing="1"/>
      </w:pPr>
    </w:p>
    <w:p w:rsidR="00B41319" w:rsidRPr="00A46C34" w:rsidRDefault="00B41319">
      <w:pPr>
        <w:spacing w:before="100" w:beforeAutospacing="1" w:after="100" w:afterAutospacing="1"/>
        <w:rPr>
          <w:b/>
        </w:rPr>
      </w:pPr>
      <w:r w:rsidRPr="00A46C34">
        <w:rPr>
          <w:b/>
        </w:rPr>
        <w:t>Üleandja:</w:t>
      </w:r>
      <w:r w:rsidRPr="00A46C34">
        <w:rPr>
          <w:b/>
        </w:rPr>
        <w:tab/>
      </w:r>
      <w:r w:rsidRPr="00A46C34">
        <w:rPr>
          <w:b/>
        </w:rPr>
        <w:tab/>
      </w:r>
      <w:r w:rsidRPr="00A46C34">
        <w:rPr>
          <w:b/>
        </w:rPr>
        <w:tab/>
      </w:r>
      <w:r w:rsidRPr="00A46C34">
        <w:rPr>
          <w:b/>
        </w:rPr>
        <w:tab/>
      </w:r>
      <w:r w:rsidRPr="00A46C34">
        <w:rPr>
          <w:b/>
        </w:rPr>
        <w:tab/>
      </w:r>
      <w:r w:rsidRPr="00A46C34">
        <w:rPr>
          <w:b/>
        </w:rPr>
        <w:tab/>
      </w:r>
      <w:r w:rsidRPr="00A46C34">
        <w:rPr>
          <w:b/>
        </w:rPr>
        <w:tab/>
        <w:t>Vastuvõtja:</w:t>
      </w:r>
    </w:p>
    <w:p w:rsidR="00B41319" w:rsidRPr="006A4CD8" w:rsidRDefault="00B41319" w:rsidP="006A4CD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 </w:t>
      </w:r>
      <w:r w:rsidR="009C3244">
        <w:rPr>
          <w:sz w:val="20"/>
          <w:szCs w:val="20"/>
        </w:rPr>
        <w:t>Raimo Kessel</w:t>
      </w:r>
      <w:r w:rsidR="009C3244">
        <w:rPr>
          <w:sz w:val="20"/>
          <w:szCs w:val="20"/>
        </w:rPr>
        <w:tab/>
      </w:r>
      <w:r w:rsidR="009C3244">
        <w:rPr>
          <w:sz w:val="20"/>
          <w:szCs w:val="20"/>
        </w:rPr>
        <w:tab/>
      </w:r>
      <w:r w:rsidR="009C3244">
        <w:rPr>
          <w:sz w:val="20"/>
          <w:szCs w:val="20"/>
        </w:rPr>
        <w:tab/>
      </w:r>
      <w:r w:rsidR="009C3244">
        <w:rPr>
          <w:sz w:val="20"/>
          <w:szCs w:val="20"/>
        </w:rPr>
        <w:tab/>
      </w:r>
      <w:r w:rsidR="009C3244">
        <w:rPr>
          <w:sz w:val="20"/>
          <w:szCs w:val="20"/>
        </w:rPr>
        <w:tab/>
      </w:r>
      <w:r w:rsidR="009C3244">
        <w:rPr>
          <w:sz w:val="20"/>
          <w:szCs w:val="20"/>
        </w:rPr>
        <w:tab/>
      </w:r>
      <w:r w:rsidR="006B6FDB">
        <w:rPr>
          <w:sz w:val="20"/>
          <w:szCs w:val="20"/>
        </w:rPr>
        <w:tab/>
      </w:r>
      <w:r w:rsidR="009C3244">
        <w:rPr>
          <w:sz w:val="20"/>
          <w:szCs w:val="20"/>
        </w:rPr>
        <w:t>Erich Tohvre</w:t>
      </w:r>
    </w:p>
    <w:sectPr w:rsidR="00B41319" w:rsidRPr="006A4CD8" w:rsidSect="00BF7CB9">
      <w:headerReference w:type="default" r:id="rId11"/>
      <w:footerReference w:type="even" r:id="rId12"/>
      <w:footerReference w:type="default" r:id="rId13"/>
      <w:pgSz w:w="11906" w:h="16838" w:code="9"/>
      <w:pgMar w:top="1134" w:right="1134" w:bottom="1134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7848" w:rsidRDefault="00AA7848">
      <w:r>
        <w:separator/>
      </w:r>
    </w:p>
  </w:endnote>
  <w:endnote w:type="continuationSeparator" w:id="0">
    <w:p w:rsidR="00AA7848" w:rsidRDefault="00AA7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645" w:rsidRDefault="002E41FC" w:rsidP="00E03B6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0764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07645" w:rsidRDefault="00A0764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645" w:rsidRPr="00BF7CB9" w:rsidRDefault="00A07645" w:rsidP="00E03B6C">
    <w:pPr>
      <w:pStyle w:val="Footer"/>
      <w:framePr w:wrap="around" w:vAnchor="text" w:hAnchor="margin" w:xAlign="right" w:y="1"/>
      <w:rPr>
        <w:rStyle w:val="PageNumber"/>
        <w:sz w:val="16"/>
        <w:szCs w:val="16"/>
      </w:rPr>
    </w:pPr>
    <w:r w:rsidRPr="004E14E1">
      <w:rPr>
        <w:rStyle w:val="PageNumber"/>
        <w:sz w:val="22"/>
        <w:szCs w:val="22"/>
      </w:rPr>
      <w:t xml:space="preserve">  </w:t>
    </w:r>
    <w:r w:rsidRPr="00BF7CB9">
      <w:rPr>
        <w:rStyle w:val="PageNumber"/>
        <w:sz w:val="16"/>
        <w:szCs w:val="16"/>
      </w:rPr>
      <w:t xml:space="preserve">lk </w:t>
    </w:r>
    <w:r w:rsidR="002E41FC" w:rsidRPr="00BF7CB9">
      <w:rPr>
        <w:rStyle w:val="PageNumber"/>
        <w:sz w:val="16"/>
        <w:szCs w:val="16"/>
      </w:rPr>
      <w:fldChar w:fldCharType="begin"/>
    </w:r>
    <w:r w:rsidRPr="00BF7CB9">
      <w:rPr>
        <w:rStyle w:val="PageNumber"/>
        <w:sz w:val="16"/>
        <w:szCs w:val="16"/>
      </w:rPr>
      <w:instrText xml:space="preserve">PAGE  </w:instrText>
    </w:r>
    <w:r w:rsidR="002E41FC" w:rsidRPr="00BF7CB9">
      <w:rPr>
        <w:rStyle w:val="PageNumber"/>
        <w:sz w:val="16"/>
        <w:szCs w:val="16"/>
      </w:rPr>
      <w:fldChar w:fldCharType="separate"/>
    </w:r>
    <w:r w:rsidR="009C3244">
      <w:rPr>
        <w:rStyle w:val="PageNumber"/>
        <w:noProof/>
        <w:sz w:val="16"/>
        <w:szCs w:val="16"/>
      </w:rPr>
      <w:t>1</w:t>
    </w:r>
    <w:r w:rsidR="002E41FC" w:rsidRPr="00BF7CB9">
      <w:rPr>
        <w:rStyle w:val="PageNumber"/>
        <w:sz w:val="16"/>
        <w:szCs w:val="16"/>
      </w:rPr>
      <w:fldChar w:fldCharType="end"/>
    </w:r>
    <w:r w:rsidRPr="00BF7CB9">
      <w:rPr>
        <w:rStyle w:val="PageNumber"/>
        <w:sz w:val="16"/>
        <w:szCs w:val="16"/>
      </w:rPr>
      <w:t>/</w:t>
    </w:r>
    <w:r w:rsidR="002E41FC" w:rsidRPr="00BF7CB9">
      <w:rPr>
        <w:rStyle w:val="PageNumber"/>
        <w:sz w:val="16"/>
        <w:szCs w:val="16"/>
      </w:rPr>
      <w:fldChar w:fldCharType="begin"/>
    </w:r>
    <w:r w:rsidRPr="00BF7CB9">
      <w:rPr>
        <w:rStyle w:val="PageNumber"/>
        <w:sz w:val="16"/>
        <w:szCs w:val="16"/>
      </w:rPr>
      <w:instrText xml:space="preserve"> NUMPAGES </w:instrText>
    </w:r>
    <w:r w:rsidR="002E41FC" w:rsidRPr="00BF7CB9">
      <w:rPr>
        <w:rStyle w:val="PageNumber"/>
        <w:sz w:val="16"/>
        <w:szCs w:val="16"/>
      </w:rPr>
      <w:fldChar w:fldCharType="separate"/>
    </w:r>
    <w:r w:rsidR="009C3244">
      <w:rPr>
        <w:rStyle w:val="PageNumber"/>
        <w:noProof/>
        <w:sz w:val="16"/>
        <w:szCs w:val="16"/>
      </w:rPr>
      <w:t>1</w:t>
    </w:r>
    <w:r w:rsidR="002E41FC" w:rsidRPr="00BF7CB9">
      <w:rPr>
        <w:rStyle w:val="PageNumber"/>
        <w:sz w:val="16"/>
        <w:szCs w:val="16"/>
      </w:rPr>
      <w:fldChar w:fldCharType="end"/>
    </w:r>
  </w:p>
  <w:p w:rsidR="00A07645" w:rsidRDefault="00EA657E">
    <w:pPr>
      <w:pStyle w:val="Footer"/>
      <w:ind w:right="360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563D13C" wp14:editId="615E9188">
              <wp:simplePos x="0" y="0"/>
              <wp:positionH relativeFrom="column">
                <wp:posOffset>-457200</wp:posOffset>
              </wp:positionH>
              <wp:positionV relativeFrom="paragraph">
                <wp:posOffset>-292735</wp:posOffset>
              </wp:positionV>
              <wp:extent cx="228600" cy="572135"/>
              <wp:effectExtent l="0" t="254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572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07645" w:rsidRPr="00BF7CB9" w:rsidRDefault="00A07645" w:rsidP="00BF7CB9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63D13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36pt;margin-top:-23.05pt;width:18pt;height:4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" stroked="f">
              <v:textbox style="layout-flow:vertical">
                <w:txbxContent>
                  <w:p w:rsidR="00A07645" w:rsidRPr="00BF7CB9" w:rsidRDefault="00A07645" w:rsidP="00BF7CB9">
                    <w:pPr>
                      <w:rPr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7848" w:rsidRDefault="00AA7848">
      <w:r>
        <w:separator/>
      </w:r>
    </w:p>
  </w:footnote>
  <w:footnote w:type="continuationSeparator" w:id="0">
    <w:p w:rsidR="00AA7848" w:rsidRDefault="00AA7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CB9" w:rsidRDefault="00BF7CB9">
    <w:pPr>
      <w:pStyle w:val="Header"/>
    </w:pPr>
    <w:r w:rsidRPr="00BF7CB9">
      <w:rPr>
        <w:color w:val="808080" w:themeColor="background1" w:themeShade="80"/>
        <w:sz w:val="16"/>
        <w:szCs w:val="16"/>
      </w:rPr>
      <w:t>17.03.06</w:t>
    </w:r>
    <w:r w:rsidRPr="00BF7CB9">
      <w:rPr>
        <w:color w:val="808080" w:themeColor="background1" w:themeShade="80"/>
        <w:sz w:val="16"/>
        <w:szCs w:val="16"/>
      </w:rPr>
      <w:ptab w:relativeTo="margin" w:alignment="center" w:leader="none"/>
    </w:r>
    <w:r w:rsidRPr="00BF7CB9">
      <w:rPr>
        <w:color w:val="808080" w:themeColor="background1" w:themeShade="80"/>
        <w:sz w:val="16"/>
        <w:szCs w:val="16"/>
      </w:rPr>
      <w:ptab w:relativeTo="margin" w:alignment="right" w:leader="none"/>
    </w:r>
    <w:r w:rsidRPr="00BF7CB9">
      <w:rPr>
        <w:color w:val="808080" w:themeColor="background1" w:themeShade="80"/>
        <w:sz w:val="16"/>
        <w:szCs w:val="16"/>
      </w:rPr>
      <w:t>HA-V10/v01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42940"/>
    <w:multiLevelType w:val="hybridMultilevel"/>
    <w:tmpl w:val="84AC4616"/>
    <w:lvl w:ilvl="0" w:tplc="3EA800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13897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6428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FE61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2ED7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C4FA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0CE9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64FC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BE0FE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6C5686"/>
    <w:multiLevelType w:val="hybridMultilevel"/>
    <w:tmpl w:val="18804744"/>
    <w:lvl w:ilvl="0" w:tplc="7ACED508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58E6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2A9F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6AB2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206B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2613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368B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F624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7C2B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CA4C79"/>
    <w:multiLevelType w:val="hybridMultilevel"/>
    <w:tmpl w:val="F612922E"/>
    <w:lvl w:ilvl="0" w:tplc="6958BEAE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74F2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FEC7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8E04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0412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3263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6F609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3227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56DA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8B0C6C"/>
    <w:multiLevelType w:val="hybridMultilevel"/>
    <w:tmpl w:val="8C6EB898"/>
    <w:lvl w:ilvl="0" w:tplc="4808DAF2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707B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5CFB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63E4C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B61A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167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6AD8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84FF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0E90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F624DF"/>
    <w:multiLevelType w:val="hybridMultilevel"/>
    <w:tmpl w:val="5CF0D6EE"/>
    <w:lvl w:ilvl="0" w:tplc="24F079D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8425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F07D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0660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AE65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C4B4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3658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EC97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FA7A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C64BDC"/>
    <w:multiLevelType w:val="hybridMultilevel"/>
    <w:tmpl w:val="F60EFB0E"/>
    <w:lvl w:ilvl="0" w:tplc="06625162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5814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FEAD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0E422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3E37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2CE6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4EE7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145B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2039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6159C3"/>
    <w:multiLevelType w:val="hybridMultilevel"/>
    <w:tmpl w:val="A1BEA3A8"/>
    <w:lvl w:ilvl="0" w:tplc="F9027E18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D808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B2DD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A437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320A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8221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7C45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BA8E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9CB3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B212A6"/>
    <w:multiLevelType w:val="hybridMultilevel"/>
    <w:tmpl w:val="3810242A"/>
    <w:lvl w:ilvl="0" w:tplc="A882EDD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D8F7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9CEB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BCA6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8C9C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97E32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3A44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6EE1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A840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12000B"/>
    <w:multiLevelType w:val="hybridMultilevel"/>
    <w:tmpl w:val="82BCFE88"/>
    <w:lvl w:ilvl="0" w:tplc="63A87A72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DAAD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34E8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C2C7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42A1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7EE7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70BE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8A9B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B218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F5D2217"/>
    <w:multiLevelType w:val="hybridMultilevel"/>
    <w:tmpl w:val="12D49D8A"/>
    <w:lvl w:ilvl="0" w:tplc="6400DEDA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768A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52F7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4367A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3C13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F0C8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02D1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9008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D6DC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3A71095"/>
    <w:multiLevelType w:val="hybridMultilevel"/>
    <w:tmpl w:val="88824B82"/>
    <w:lvl w:ilvl="0" w:tplc="369A3B98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9A27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7BC09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FEE6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A657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D6B8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050C8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7AB9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3430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F21A49"/>
    <w:multiLevelType w:val="hybridMultilevel"/>
    <w:tmpl w:val="256ADFD0"/>
    <w:lvl w:ilvl="0" w:tplc="E626EE2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BE36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C807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3AD3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DE9C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9880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04E6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E4D9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3AE7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CD5C47"/>
    <w:multiLevelType w:val="hybridMultilevel"/>
    <w:tmpl w:val="9A16BDB0"/>
    <w:lvl w:ilvl="0" w:tplc="B198902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CEE2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342F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0C0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3031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1CB4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F284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F429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B626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6471B43"/>
    <w:multiLevelType w:val="hybridMultilevel"/>
    <w:tmpl w:val="34D4F56A"/>
    <w:lvl w:ilvl="0" w:tplc="A03CBAF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71FAFDF0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077C62"/>
    <w:multiLevelType w:val="hybridMultilevel"/>
    <w:tmpl w:val="25245864"/>
    <w:lvl w:ilvl="0" w:tplc="6C240166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04A1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F6E6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B1402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5CD9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02B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A4E0A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6EE5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54A2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61F5593"/>
    <w:multiLevelType w:val="hybridMultilevel"/>
    <w:tmpl w:val="6CC0A480"/>
    <w:lvl w:ilvl="0" w:tplc="5FB052B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92F4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F04C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344F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AA5E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045D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188CE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EA70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FA0E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6A7407D"/>
    <w:multiLevelType w:val="hybridMultilevel"/>
    <w:tmpl w:val="6218CEC8"/>
    <w:lvl w:ilvl="0" w:tplc="606EEEF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1AE7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9481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7CE7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104D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A0EC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C02F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9659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8A56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A04359E"/>
    <w:multiLevelType w:val="hybridMultilevel"/>
    <w:tmpl w:val="678830EC"/>
    <w:lvl w:ilvl="0" w:tplc="45ECD3D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3A40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E8AE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E2E1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3A26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EC4B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B3C2A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1C5F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C2FB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B26462D"/>
    <w:multiLevelType w:val="hybridMultilevel"/>
    <w:tmpl w:val="D2EEA0F8"/>
    <w:lvl w:ilvl="0" w:tplc="E376D46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0AF5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6A40C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945B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286F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582B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BA6F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F0BA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B4066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C075B27"/>
    <w:multiLevelType w:val="hybridMultilevel"/>
    <w:tmpl w:val="3E824C9E"/>
    <w:lvl w:ilvl="0" w:tplc="BDB0B23C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02FD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3C70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9F8A8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A4EE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2A9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A86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B891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D2FA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CE47E66"/>
    <w:multiLevelType w:val="hybridMultilevel"/>
    <w:tmpl w:val="A2AE6A9A"/>
    <w:lvl w:ilvl="0" w:tplc="0E3696E6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5473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8454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F2F0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DC3D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FC00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D6AB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A42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7646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DA03811"/>
    <w:multiLevelType w:val="hybridMultilevel"/>
    <w:tmpl w:val="6B32CFF2"/>
    <w:lvl w:ilvl="0" w:tplc="02DC0E78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C050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F6E5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0A5E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F0A7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3AB1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0C0E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1AD3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76CA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7"/>
  </w:num>
  <w:num w:numId="3">
    <w:abstractNumId w:val="15"/>
  </w:num>
  <w:num w:numId="4">
    <w:abstractNumId w:val="16"/>
  </w:num>
  <w:num w:numId="5">
    <w:abstractNumId w:val="11"/>
  </w:num>
  <w:num w:numId="6">
    <w:abstractNumId w:val="4"/>
  </w:num>
  <w:num w:numId="7">
    <w:abstractNumId w:val="17"/>
  </w:num>
  <w:num w:numId="8">
    <w:abstractNumId w:val="5"/>
  </w:num>
  <w:num w:numId="9">
    <w:abstractNumId w:val="10"/>
  </w:num>
  <w:num w:numId="10">
    <w:abstractNumId w:val="14"/>
  </w:num>
  <w:num w:numId="11">
    <w:abstractNumId w:val="3"/>
  </w:num>
  <w:num w:numId="12">
    <w:abstractNumId w:val="18"/>
  </w:num>
  <w:num w:numId="13">
    <w:abstractNumId w:val="1"/>
  </w:num>
  <w:num w:numId="14">
    <w:abstractNumId w:val="2"/>
  </w:num>
  <w:num w:numId="15">
    <w:abstractNumId w:val="12"/>
  </w:num>
  <w:num w:numId="16">
    <w:abstractNumId w:val="20"/>
  </w:num>
  <w:num w:numId="17">
    <w:abstractNumId w:val="21"/>
  </w:num>
  <w:num w:numId="18">
    <w:abstractNumId w:val="9"/>
  </w:num>
  <w:num w:numId="19">
    <w:abstractNumId w:val="8"/>
  </w:num>
  <w:num w:numId="20">
    <w:abstractNumId w:val="6"/>
  </w:num>
  <w:num w:numId="21">
    <w:abstractNumId w:val="19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CC4"/>
    <w:rsid w:val="00025D6F"/>
    <w:rsid w:val="00031E63"/>
    <w:rsid w:val="00040D36"/>
    <w:rsid w:val="0005496F"/>
    <w:rsid w:val="00081CA4"/>
    <w:rsid w:val="000B4C68"/>
    <w:rsid w:val="000F5A28"/>
    <w:rsid w:val="00142454"/>
    <w:rsid w:val="00156DFB"/>
    <w:rsid w:val="00171ADC"/>
    <w:rsid w:val="00193F48"/>
    <w:rsid w:val="001A22AE"/>
    <w:rsid w:val="001A3650"/>
    <w:rsid w:val="001B2450"/>
    <w:rsid w:val="00237BCA"/>
    <w:rsid w:val="00255CC4"/>
    <w:rsid w:val="002D3617"/>
    <w:rsid w:val="002E41FC"/>
    <w:rsid w:val="002F1564"/>
    <w:rsid w:val="003F60EA"/>
    <w:rsid w:val="00481053"/>
    <w:rsid w:val="004C3D70"/>
    <w:rsid w:val="004E14E1"/>
    <w:rsid w:val="00513F31"/>
    <w:rsid w:val="00591A7C"/>
    <w:rsid w:val="005A54C2"/>
    <w:rsid w:val="005D2768"/>
    <w:rsid w:val="00633C74"/>
    <w:rsid w:val="006546C1"/>
    <w:rsid w:val="00674BA1"/>
    <w:rsid w:val="006A4CD8"/>
    <w:rsid w:val="006B6FDB"/>
    <w:rsid w:val="00725BA0"/>
    <w:rsid w:val="00752162"/>
    <w:rsid w:val="007923B7"/>
    <w:rsid w:val="007A1BA5"/>
    <w:rsid w:val="007B7778"/>
    <w:rsid w:val="007E5B70"/>
    <w:rsid w:val="008026BF"/>
    <w:rsid w:val="008101B1"/>
    <w:rsid w:val="008D19BC"/>
    <w:rsid w:val="008E26F4"/>
    <w:rsid w:val="00904410"/>
    <w:rsid w:val="009A4C28"/>
    <w:rsid w:val="009C3244"/>
    <w:rsid w:val="00A07645"/>
    <w:rsid w:val="00A10CBE"/>
    <w:rsid w:val="00A15650"/>
    <w:rsid w:val="00A46C34"/>
    <w:rsid w:val="00A6042E"/>
    <w:rsid w:val="00A629F1"/>
    <w:rsid w:val="00A66230"/>
    <w:rsid w:val="00A7793F"/>
    <w:rsid w:val="00AA0237"/>
    <w:rsid w:val="00AA3B35"/>
    <w:rsid w:val="00AA7848"/>
    <w:rsid w:val="00AC71E2"/>
    <w:rsid w:val="00AD38C5"/>
    <w:rsid w:val="00B41319"/>
    <w:rsid w:val="00B94738"/>
    <w:rsid w:val="00BA5211"/>
    <w:rsid w:val="00BF7CB9"/>
    <w:rsid w:val="00C01DA5"/>
    <w:rsid w:val="00C25756"/>
    <w:rsid w:val="00CA5638"/>
    <w:rsid w:val="00CE5C33"/>
    <w:rsid w:val="00CF7E41"/>
    <w:rsid w:val="00D26F5F"/>
    <w:rsid w:val="00D6524D"/>
    <w:rsid w:val="00E03B6C"/>
    <w:rsid w:val="00E64FC2"/>
    <w:rsid w:val="00EA657E"/>
    <w:rsid w:val="00EB4689"/>
    <w:rsid w:val="00F1292C"/>
    <w:rsid w:val="00F92EF1"/>
    <w:rsid w:val="00FA46A7"/>
    <w:rsid w:val="00FB1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9BEB9E"/>
  <w15:docId w15:val="{D4A2973A-A658-46E3-A8B7-61190C81B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E41FC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2E41F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E41FC"/>
  </w:style>
  <w:style w:type="paragraph" w:styleId="Header">
    <w:name w:val="header"/>
    <w:basedOn w:val="Normal"/>
    <w:rsid w:val="004E14E1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BF7C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F7CB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s\Desktop\2014\Jaama%20207%20dok\&#220;&#252;rileping\HA-V10_Akt%20&#252;&#252;ripinna%20&#252;leandmise-vastuv&#245;tmise%20kohta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>
  <documentManagement>
    <Kinnitatud xmlns="a0f99b2d-f3a6-4d45-a759-bef48dc40ec9">2006-03-15T22:00:00+00:00</Kinnitatud>
    <T_x00e4_his xmlns="a0f99b2d-f3a6-4d45-a759-bef48dc40ec9">HA-V10</T_x00e4_his>
    <Dokumendi_x0020_haldur xmlns="a0f99b2d-f3a6-4d45-a759-bef48dc40ec9">Haldusosakonna juhataja</Dokumendi_x0020_haldur>
    <Dokumendi_x0020_liik xmlns="a0f99b2d-f3a6-4d45-a759-bef48dc40ec9">Vorm</Dokumendi_x0020_liik>
    <Valdkond xmlns="a0f99b2d-f3a6-4d45-a759-bef48dc40ec9">01_Kinnisvara haldamine ja hooldamine</Valdkond>
    <Viimati_x0020_muudetud xmlns="a0f99b2d-f3a6-4d45-a759-bef48dc40ec9" xsi:nil="true"/>
    <Versiooni_x0020_nr xmlns="a0f99b2d-f3a6-4d45-a759-bef48dc40ec9">v01</Versiooni_x0020_nr>
    <M_x00e4_rkused xmlns="a0f99b2d-f3a6-4d45-a759-bef48dc40ec9" xsi:nil="true"/>
    <Kehtetuks_x0020_tunnistatud xmlns="a0f99b2d-f3a6-4d45-a759-bef48dc40ec9" xsi:nil="true"/>
    <Arhiveeritud xmlns="a0f99b2d-f3a6-4d45-a759-bef48dc40ec9">false</Arhiveeritud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1126A31A03864EA1E7F5E659622733" ma:contentTypeVersion="13" ma:contentTypeDescription="Loo uus dokument" ma:contentTypeScope="" ma:versionID="0fa65bdf6cb0dde8eaedefaa81fed152">
  <xsd:schema xmlns:xsd="http://www.w3.org/2001/XMLSchema" xmlns:p="http://schemas.microsoft.com/office/2006/metadata/properties" xmlns:ns2="a0f99b2d-f3a6-4d45-a759-bef48dc40ec9" targetNamespace="http://schemas.microsoft.com/office/2006/metadata/properties" ma:root="true" ma:fieldsID="e873b6a9b65c40091426e5447107230d" ns2:_="">
    <xsd:import namespace="a0f99b2d-f3a6-4d45-a759-bef48dc40ec9"/>
    <xsd:element name="properties">
      <xsd:complexType>
        <xsd:sequence>
          <xsd:element name="documentManagement">
            <xsd:complexType>
              <xsd:all>
                <xsd:element ref="ns2:Kinnitatud" minOccurs="0"/>
                <xsd:element ref="ns2:Valdkond" minOccurs="0"/>
                <xsd:element ref="ns2:T_x00e4_his" minOccurs="0"/>
                <xsd:element ref="ns2:Dokumendi_x0020_liik" minOccurs="0"/>
                <xsd:element ref="ns2:Viimati_x0020_muudetud" minOccurs="0"/>
                <xsd:element ref="ns2:Dokumendi_x0020_haldur" minOccurs="0"/>
                <xsd:element ref="ns2:Versiooni_x0020_nr" minOccurs="0"/>
                <xsd:element ref="ns2:Arhiveeritud" minOccurs="0"/>
                <xsd:element ref="ns2:M_x00e4_rkused" minOccurs="0"/>
                <xsd:element ref="ns2:Kehtetuks_x0020_tunnistatu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a0f99b2d-f3a6-4d45-a759-bef48dc40ec9" elementFormDefault="qualified">
    <xsd:import namespace="http://schemas.microsoft.com/office/2006/documentManagement/types"/>
    <xsd:element name="Kinnitatud" ma:index="8" nillable="true" ma:displayName="Kinnitatud" ma:default="" ma:format="DateOnly" ma:internalName="Kinnitatud">
      <xsd:simpleType>
        <xsd:restriction base="dms:DateTime"/>
      </xsd:simpleType>
    </xsd:element>
    <xsd:element name="Valdkond" ma:index="9" nillable="true" ma:displayName="Valdkond" ma:internalName="Valdkond">
      <xsd:simpleType>
        <xsd:restriction base="dms:Text">
          <xsd:maxLength value="255"/>
        </xsd:restriction>
      </xsd:simpleType>
    </xsd:element>
    <xsd:element name="T_x00e4_his" ma:index="10" nillable="true" ma:displayName="Tähis" ma:internalName="T_x00e4_his">
      <xsd:simpleType>
        <xsd:restriction base="dms:Text">
          <xsd:maxLength value="255"/>
        </xsd:restriction>
      </xsd:simpleType>
    </xsd:element>
    <xsd:element name="Dokumendi_x0020_liik" ma:index="11" nillable="true" ma:displayName="Dokumendi liik" ma:internalName="Dokumendi_x0020_liik">
      <xsd:simpleType>
        <xsd:restriction base="dms:Text">
          <xsd:maxLength value="255"/>
        </xsd:restriction>
      </xsd:simpleType>
    </xsd:element>
    <xsd:element name="Viimati_x0020_muudetud" ma:index="12" nillable="true" ma:displayName="Viimati muudetud" ma:format="DateOnly" ma:internalName="Viimati_x0020_muudetud">
      <xsd:simpleType>
        <xsd:restriction base="dms:DateTime"/>
      </xsd:simpleType>
    </xsd:element>
    <xsd:element name="Dokumendi_x0020_haldur" ma:index="13" nillable="true" ma:displayName="Dokumendi haldur" ma:internalName="Dokumendi_x0020_haldur">
      <xsd:simpleType>
        <xsd:restriction base="dms:Text">
          <xsd:maxLength value="255"/>
        </xsd:restriction>
      </xsd:simpleType>
    </xsd:element>
    <xsd:element name="Versiooni_x0020_nr" ma:index="14" nillable="true" ma:displayName="Versiooni nr" ma:internalName="Versiooni_x0020_nr">
      <xsd:simpleType>
        <xsd:restriction base="dms:Text">
          <xsd:maxLength value="255"/>
        </xsd:restriction>
      </xsd:simpleType>
    </xsd:element>
    <xsd:element name="Arhiveeritud" ma:index="15" nillable="true" ma:displayName="Arhiveeritud" ma:default="0" ma:internalName="Arhiveeritud">
      <xsd:simpleType>
        <xsd:restriction base="dms:Boolean"/>
      </xsd:simpleType>
    </xsd:element>
    <xsd:element name="M_x00e4_rkused" ma:index="16" nillable="true" ma:displayName="Märkused" ma:internalName="M_x00e4_rkused">
      <xsd:simpleType>
        <xsd:restriction base="dms:Note"/>
      </xsd:simpleType>
    </xsd:element>
    <xsd:element name="Kehtetuks_x0020_tunnistatud" ma:index="17" nillable="true" ma:displayName="Kehtetuks tunnistatud" ma:format="DateOnly" ma:internalName="Kehtetuks_x0020_tunnistatu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 ma:readOnly="tru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A36DC36-EA6D-4A57-B70F-F06497E97D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3AA55E-4BAE-486A-868A-4C14519B37E5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D6A23BFA-7F56-4D35-AC9E-3012268A00B7}">
  <ds:schemaRefs>
    <ds:schemaRef ds:uri="http://schemas.microsoft.com/office/2006/metadata/properties"/>
    <ds:schemaRef ds:uri="a0f99b2d-f3a6-4d45-a759-bef48dc40ec9"/>
  </ds:schemaRefs>
</ds:datastoreItem>
</file>

<file path=customXml/itemProps4.xml><?xml version="1.0" encoding="utf-8"?>
<ds:datastoreItem xmlns:ds="http://schemas.openxmlformats.org/officeDocument/2006/customXml" ds:itemID="{58AB1B4A-B83A-4DEB-AE40-89F7D49573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f99b2d-f3a6-4d45-a759-bef48dc40ec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HA-V10_Akt üüripinna üleandmise-vastuvõtmise kohta</Template>
  <TotalTime>0</TotalTime>
  <Pages>1</Pages>
  <Words>177</Words>
  <Characters>1029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Akt üüripinna üleandmise-vastuvõtmise kohta</vt:lpstr>
      <vt:lpstr>Akt üüripinna üleandmise-vastuvõtmise kohta</vt:lpstr>
      <vt:lpstr>Akt üüripinna üleandmise-vastuvõtmise kohta</vt:lpstr>
    </vt:vector>
  </TitlesOfParts>
  <Company>Riigi Kinnisvara AS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üüripinna üleandmise-vastuvõtmise kohta</dc:title>
  <dc:creator>Ly Soome-Vihtla</dc:creator>
  <cp:lastModifiedBy>Erich Tohvre</cp:lastModifiedBy>
  <cp:revision>2</cp:revision>
  <cp:lastPrinted>2019-03-14T13:53:00Z</cp:lastPrinted>
  <dcterms:created xsi:type="dcterms:W3CDTF">2019-03-29T06:28:00Z</dcterms:created>
  <dcterms:modified xsi:type="dcterms:W3CDTF">2019-03-29T06:28:00Z</dcterms:modified>
  <cp:category>Normdokument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0x010100391126A31A03864EA1E7F5E659622733</vt:lpwstr>
  </property>
</Properties>
</file>